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4EE4" w:rsidRDefault="00784EE4" w:rsidP="00E22C1B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</w:p>
    <w:p w:rsidR="00784EE4" w:rsidRDefault="00784EE4" w:rsidP="00E22C1B">
      <w:pPr>
        <w:spacing w:after="0" w:line="240" w:lineRule="auto"/>
        <w:rPr>
          <w:rFonts w:eastAsia="Times New Roman" w:cs="Times New Roman"/>
          <w:lang w:eastAsia="cs-CZ"/>
        </w:rPr>
      </w:pPr>
    </w:p>
    <w:p w:rsidR="00D7122A" w:rsidRPr="00D7122A" w:rsidRDefault="00D7122A" w:rsidP="00D7122A">
      <w:pPr>
        <w:jc w:val="both"/>
        <w:rPr>
          <w:szCs w:val="22"/>
        </w:rPr>
      </w:pPr>
      <w:r w:rsidRPr="00D7122A">
        <w:rPr>
          <w:szCs w:val="22"/>
        </w:rPr>
        <w:t xml:space="preserve">Příloha č. </w:t>
      </w:r>
      <w:r w:rsidR="00E70DB4">
        <w:rPr>
          <w:szCs w:val="22"/>
        </w:rPr>
        <w:t>3</w:t>
      </w:r>
      <w:r w:rsidRPr="00D7122A">
        <w:rPr>
          <w:szCs w:val="22"/>
        </w:rPr>
        <w:t xml:space="preserve"> Výzvy – </w:t>
      </w:r>
      <w:r w:rsidRPr="00D7122A">
        <w:rPr>
          <w:b/>
          <w:color w:val="FF0000"/>
          <w:szCs w:val="22"/>
        </w:rPr>
        <w:t xml:space="preserve">Účastník předloží pouze v případě postupu dle čl. </w:t>
      </w:r>
      <w:proofErr w:type="gramStart"/>
      <w:r w:rsidRPr="00D7122A">
        <w:rPr>
          <w:b/>
          <w:color w:val="FF0000"/>
          <w:szCs w:val="22"/>
        </w:rPr>
        <w:t>8.2. a 8.3</w:t>
      </w:r>
      <w:proofErr w:type="gramEnd"/>
      <w:r w:rsidRPr="00D7122A">
        <w:rPr>
          <w:b/>
          <w:color w:val="FF0000"/>
          <w:szCs w:val="22"/>
        </w:rPr>
        <w:t xml:space="preserve"> Výzvy</w:t>
      </w:r>
      <w:r w:rsidRPr="00D7122A">
        <w:rPr>
          <w:color w:val="FF0000"/>
          <w:szCs w:val="22"/>
        </w:rPr>
        <w:t xml:space="preserve">.   </w:t>
      </w:r>
    </w:p>
    <w:p w:rsidR="00784EE4" w:rsidRPr="00784EE4" w:rsidRDefault="00784EE4" w:rsidP="00E22C1B">
      <w:pPr>
        <w:pStyle w:val="Nadpis1"/>
        <w:rPr>
          <w:rFonts w:eastAsia="Times New Roman"/>
        </w:rPr>
      </w:pPr>
      <w:r w:rsidRPr="00784EE4">
        <w:rPr>
          <w:rFonts w:eastAsia="Times New Roman"/>
        </w:rPr>
        <w:t>Čestné prohlášení</w:t>
      </w:r>
    </w:p>
    <w:p w:rsidR="00784EE4" w:rsidRPr="00784EE4" w:rsidRDefault="00784EE4" w:rsidP="00E22C1B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 w:rsidRPr="00784EE4"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:rsidR="00784EE4" w:rsidRPr="00784EE4" w:rsidRDefault="00784EE4" w:rsidP="00E22C1B">
      <w:pPr>
        <w:spacing w:after="0" w:line="240" w:lineRule="auto"/>
        <w:rPr>
          <w:rFonts w:eastAsia="Times New Roman" w:cs="Times New Roman"/>
          <w:lang w:eastAsia="x-none"/>
        </w:rPr>
      </w:pPr>
    </w:p>
    <w:p w:rsidR="00784EE4" w:rsidRPr="00784EE4" w:rsidRDefault="00784EE4" w:rsidP="00E22C1B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784EE4">
        <w:rPr>
          <w:rFonts w:eastAsia="Times New Roman" w:cs="Times New Roman"/>
          <w:b/>
          <w:lang w:eastAsia="cs-CZ"/>
        </w:rPr>
        <w:t>Účastník:</w:t>
      </w:r>
    </w:p>
    <w:p w:rsidR="00784EE4" w:rsidRPr="00784EE4" w:rsidRDefault="00784EE4" w:rsidP="00E22C1B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784EE4">
        <w:rPr>
          <w:rFonts w:eastAsia="Times New Roman" w:cs="Times New Roman"/>
          <w:b/>
          <w:lang w:eastAsia="cs-CZ"/>
        </w:rPr>
        <w:t>Obchodní firma/jméno</w:t>
      </w:r>
      <w:r w:rsidRPr="00784EE4">
        <w:rPr>
          <w:rFonts w:eastAsia="Times New Roman" w:cs="Times New Roman"/>
          <w:b/>
          <w:lang w:eastAsia="cs-CZ"/>
        </w:rPr>
        <w:tab/>
      </w:r>
      <w:r w:rsidRPr="00784EE4">
        <w:rPr>
          <w:rFonts w:eastAsia="Times New Roman" w:cs="Times New Roman"/>
          <w:highlight w:val="lightGray"/>
          <w:lang w:eastAsia="cs-CZ"/>
        </w:rPr>
        <w:t>………….</w:t>
      </w:r>
    </w:p>
    <w:p w:rsidR="00784EE4" w:rsidRPr="00784EE4" w:rsidRDefault="00784EE4" w:rsidP="00E22C1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784EE4">
        <w:rPr>
          <w:rFonts w:eastAsia="Times New Roman" w:cs="Times New Roman"/>
          <w:lang w:eastAsia="cs-CZ"/>
        </w:rPr>
        <w:t>Sídlo/místo podnikání</w:t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highlight w:val="lightGray"/>
          <w:lang w:eastAsia="cs-CZ"/>
        </w:rPr>
        <w:t>………….</w:t>
      </w:r>
    </w:p>
    <w:p w:rsidR="00784EE4" w:rsidRPr="00784EE4" w:rsidRDefault="00784EE4" w:rsidP="00E22C1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784EE4">
        <w:rPr>
          <w:rFonts w:eastAsia="Times New Roman" w:cs="Times New Roman"/>
          <w:lang w:eastAsia="cs-CZ"/>
        </w:rPr>
        <w:t>IČO</w:t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highlight w:val="lightGray"/>
          <w:lang w:eastAsia="cs-CZ"/>
        </w:rPr>
        <w:t>………….</w:t>
      </w:r>
    </w:p>
    <w:p w:rsidR="00784EE4" w:rsidRPr="00784EE4" w:rsidRDefault="00784EE4" w:rsidP="00E22C1B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784EE4">
        <w:rPr>
          <w:rFonts w:eastAsia="Times New Roman" w:cs="Times New Roman"/>
          <w:lang w:eastAsia="cs-CZ"/>
        </w:rPr>
        <w:t>Zastoupen</w:t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highlight w:val="lightGray"/>
          <w:lang w:eastAsia="cs-CZ"/>
        </w:rPr>
        <w:t>………….</w:t>
      </w:r>
    </w:p>
    <w:p w:rsidR="00784EE4" w:rsidRPr="00784EE4" w:rsidRDefault="00784EE4" w:rsidP="00E22C1B">
      <w:pPr>
        <w:spacing w:after="0" w:line="240" w:lineRule="auto"/>
        <w:rPr>
          <w:rFonts w:eastAsia="Times New Roman" w:cs="Times New Roman"/>
          <w:lang w:eastAsia="cs-CZ"/>
        </w:rPr>
      </w:pPr>
    </w:p>
    <w:p w:rsidR="00784EE4" w:rsidRPr="00784EE4" w:rsidRDefault="00784EE4" w:rsidP="00E22C1B">
      <w:pPr>
        <w:spacing w:line="240" w:lineRule="auto"/>
        <w:rPr>
          <w:rFonts w:eastAsia="Calibri" w:cs="Times New Roman"/>
        </w:rPr>
      </w:pPr>
      <w:r w:rsidRPr="00784EE4">
        <w:rPr>
          <w:rFonts w:eastAsia="Times New Roman" w:cs="Times New Roman"/>
          <w:lang w:eastAsia="cs-CZ"/>
        </w:rPr>
        <w:t xml:space="preserve">který podává nabídku na </w:t>
      </w:r>
      <w:r w:rsidRPr="003224E8">
        <w:rPr>
          <w:rFonts w:eastAsia="Times New Roman" w:cs="Times New Roman"/>
          <w:lang w:eastAsia="cs-CZ"/>
        </w:rPr>
        <w:t>podlimitní sektorovou veřejnou zakázku s</w:t>
      </w:r>
      <w:r w:rsidR="00E62B04">
        <w:rPr>
          <w:rFonts w:eastAsia="Times New Roman" w:cs="Times New Roman"/>
          <w:lang w:eastAsia="cs-CZ"/>
        </w:rPr>
        <w:t> </w:t>
      </w:r>
      <w:r w:rsidRPr="00784EE4">
        <w:rPr>
          <w:rFonts w:eastAsia="Times New Roman" w:cs="Times New Roman"/>
          <w:lang w:eastAsia="cs-CZ"/>
        </w:rPr>
        <w:t>názvem</w:t>
      </w:r>
      <w:r w:rsidR="00E62B04">
        <w:rPr>
          <w:rFonts w:eastAsia="Times New Roman" w:cs="Times New Roman"/>
          <w:lang w:eastAsia="cs-CZ"/>
        </w:rPr>
        <w:t xml:space="preserve"> </w:t>
      </w:r>
      <w:r w:rsidR="00E62B04" w:rsidRPr="007B40B1">
        <w:rPr>
          <w:rFonts w:ascii="Verdana" w:hAnsi="Verdana"/>
          <w:b/>
        </w:rPr>
        <w:t>„</w:t>
      </w:r>
      <w:r w:rsidR="00E62B04" w:rsidRPr="00013EC8">
        <w:rPr>
          <w:b/>
          <w:bCs/>
          <w:caps/>
        </w:rPr>
        <w:t>D</w:t>
      </w:r>
      <w:r w:rsidR="00E62B04" w:rsidRPr="00013EC8">
        <w:rPr>
          <w:b/>
        </w:rPr>
        <w:t>iagnostika a statické posouzení mostů s pře</w:t>
      </w:r>
      <w:r w:rsidR="00E62B04">
        <w:rPr>
          <w:b/>
        </w:rPr>
        <w:t>d</w:t>
      </w:r>
      <w:r w:rsidR="00E62B04" w:rsidRPr="00013EC8">
        <w:rPr>
          <w:b/>
        </w:rPr>
        <w:t>pjatou nosnou konstrukcí</w:t>
      </w:r>
      <w:r w:rsidR="00E62B04" w:rsidRPr="007B40B1">
        <w:rPr>
          <w:rFonts w:ascii="Verdana" w:hAnsi="Verdana"/>
          <w:b/>
        </w:rPr>
        <w:t xml:space="preserve"> ”</w:t>
      </w:r>
      <w:r w:rsidR="00E62B04" w:rsidRPr="00852F18">
        <w:rPr>
          <w:rFonts w:ascii="Verdana" w:hAnsi="Verdana"/>
        </w:rPr>
        <w:t xml:space="preserve">, </w:t>
      </w:r>
      <w:r w:rsidR="00CD1EDB" w:rsidRPr="00CD1EDB">
        <w:rPr>
          <w:rFonts w:ascii="Verdana" w:hAnsi="Verdana"/>
        </w:rPr>
        <w:t>č. j. 25602</w:t>
      </w:r>
      <w:r w:rsidR="00E62B04" w:rsidRPr="00CD1EDB">
        <w:rPr>
          <w:rFonts w:ascii="Verdana" w:hAnsi="Verdana"/>
        </w:rPr>
        <w:t>/2019-SŽDC-OŘ UNL-NPI</w:t>
      </w:r>
      <w:r w:rsidRPr="00784EE4">
        <w:rPr>
          <w:rFonts w:eastAsia="Times New Roman" w:cs="Times New Roman"/>
          <w:lang w:eastAsia="cs-CZ"/>
        </w:rPr>
        <w:t xml:space="preserve">, tímto čestně prohlašuje, </w:t>
      </w:r>
      <w:r w:rsidRPr="00E62B04">
        <w:rPr>
          <w:rFonts w:eastAsia="Times New Roman" w:cs="Times New Roman"/>
          <w:lang w:eastAsia="cs-CZ"/>
        </w:rPr>
        <w:t xml:space="preserve">že </w:t>
      </w:r>
      <w:r w:rsidRPr="00E62B04">
        <w:rPr>
          <w:rFonts w:eastAsia="Calibri" w:cs="Times New Roman"/>
        </w:rPr>
        <w:t>údaje a další skutečnosti uvedené či jinak řádné označené v nabídce, respektive v</w:t>
      </w:r>
      <w:r w:rsidR="00E62B04" w:rsidRPr="00E62B04">
        <w:rPr>
          <w:rFonts w:eastAsia="Calibri" w:cs="Times New Roman"/>
        </w:rPr>
        <w:t>e</w:t>
      </w:r>
      <w:r w:rsidRPr="00E62B04">
        <w:rPr>
          <w:rFonts w:eastAsia="Calibri" w:cs="Times New Roman"/>
        </w:rPr>
        <w:t> smlouvě o dílo (dále jen „smlouva“), považuje za obchodní tajemství ve smyslu ustanovení § 504 zákona č.</w:t>
      </w:r>
      <w:r w:rsidRPr="00784EE4">
        <w:rPr>
          <w:rFonts w:eastAsia="Calibri" w:cs="Times New Roman"/>
        </w:rPr>
        <w:t xml:space="preserve"> 89/2012 Sb., občanský zákoník, ve znění pozdějších předpisů (dále jen „obchodní tajemství“ a „občanský zákoník). </w:t>
      </w:r>
    </w:p>
    <w:p w:rsidR="00784EE4" w:rsidRPr="00784EE4" w:rsidRDefault="00784EE4" w:rsidP="00E22C1B">
      <w:pPr>
        <w:spacing w:line="240" w:lineRule="auto"/>
        <w:rPr>
          <w:rFonts w:eastAsia="Calibri" w:cs="Times New Roman"/>
        </w:rPr>
      </w:pPr>
      <w:r w:rsidRPr="00784EE4"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:rsidR="00784EE4" w:rsidRPr="00784EE4" w:rsidRDefault="00784EE4" w:rsidP="00E22C1B">
      <w:pPr>
        <w:spacing w:line="240" w:lineRule="auto"/>
        <w:rPr>
          <w:rFonts w:eastAsia="Times New Roman" w:cs="Times New Roman"/>
          <w:lang w:eastAsia="cs-CZ"/>
        </w:rPr>
      </w:pPr>
      <w:r w:rsidRPr="00784EE4"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:rsidR="00784EE4" w:rsidRPr="00784EE4" w:rsidRDefault="00784EE4" w:rsidP="00E22C1B">
      <w:pPr>
        <w:spacing w:line="240" w:lineRule="auto"/>
        <w:rPr>
          <w:rFonts w:eastAsia="Calibri" w:cs="Times New Roman"/>
        </w:rPr>
      </w:pPr>
      <w:r w:rsidRPr="00784EE4"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:rsidR="00784EE4" w:rsidRPr="00784EE4" w:rsidRDefault="00784EE4" w:rsidP="00E22C1B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 w:rsidRPr="00784EE4">
        <w:rPr>
          <w:rFonts w:eastAsia="Times New Roman" w:cs="Times New Roman"/>
          <w:lang w:eastAsia="cs-CZ"/>
        </w:rPr>
        <w:t>V ………………….… dne ………………………</w:t>
      </w:r>
    </w:p>
    <w:p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784EE4">
        <w:rPr>
          <w:rFonts w:eastAsia="Times New Roman" w:cs="Times New Roman"/>
          <w:lang w:eastAsia="cs-CZ"/>
        </w:rPr>
        <w:t>…………………………………………………………………….</w:t>
      </w:r>
    </w:p>
    <w:p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784EE4">
        <w:rPr>
          <w:rFonts w:eastAsia="Times New Roman" w:cs="Times New Roman"/>
          <w:lang w:eastAsia="cs-CZ"/>
        </w:rPr>
        <w:t>Jméno a podpis osoby oprávněné jednat jménem či za účastníka</w:t>
      </w:r>
    </w:p>
    <w:p w:rsidR="009F392E" w:rsidRPr="00784EE4" w:rsidRDefault="00441430" w:rsidP="00E22C1B">
      <w:r w:rsidRPr="00784EE4">
        <w:t xml:space="preserve"> </w:t>
      </w:r>
    </w:p>
    <w:sectPr w:rsidR="009F392E" w:rsidRPr="00784EE4" w:rsidSect="00784EE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620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5A38" w:rsidRDefault="007B5A38" w:rsidP="00962258">
      <w:pPr>
        <w:spacing w:after="0" w:line="240" w:lineRule="auto"/>
      </w:pPr>
      <w:r>
        <w:separator/>
      </w:r>
    </w:p>
  </w:endnote>
  <w:endnote w:type="continuationSeparator" w:id="0">
    <w:p w:rsidR="007B5A38" w:rsidRDefault="007B5A3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1EDB" w:rsidRDefault="00CD1EDB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84EE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567D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EAA2BF0" wp14:editId="31644CD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FE38AFF" wp14:editId="075844C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53"/>
      <w:gridCol w:w="10149"/>
      <w:gridCol w:w="103"/>
      <w:gridCol w:w="270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292FDB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tbl>
          <w:tblPr>
            <w:tblStyle w:val="Mkatabulky"/>
            <w:tblW w:w="10149" w:type="dxa"/>
            <w:tblBorders>
              <w:insideH w:val="none" w:sz="0" w:space="0" w:color="auto"/>
              <w:insideV w:val="none" w:sz="0" w:space="0" w:color="auto"/>
            </w:tblBorders>
            <w:tblCellMar>
              <w:left w:w="0" w:type="dxa"/>
              <w:right w:w="170" w:type="dxa"/>
            </w:tblCellMar>
            <w:tblLook w:val="0600" w:firstRow="0" w:lastRow="0" w:firstColumn="0" w:lastColumn="0" w:noHBand="1" w:noVBand="1"/>
          </w:tblPr>
          <w:tblGrid>
            <w:gridCol w:w="935"/>
            <w:gridCol w:w="3458"/>
            <w:gridCol w:w="2835"/>
            <w:gridCol w:w="2921"/>
          </w:tblGrid>
          <w:tr w:rsidR="00CD1EDB" w:rsidTr="00AB7508">
            <w:tc>
              <w:tcPr>
                <w:tcW w:w="935" w:type="dxa"/>
                <w:tcMar>
                  <w:left w:w="0" w:type="dxa"/>
                  <w:right w:w="0" w:type="dxa"/>
                </w:tcMar>
                <w:vAlign w:val="bottom"/>
              </w:tcPr>
              <w:p w:rsidR="00CD1EDB" w:rsidRPr="00B8518B" w:rsidRDefault="00CD1EDB" w:rsidP="00AB7508">
                <w:pPr>
                  <w:pStyle w:val="Zpat"/>
                  <w:ind w:left="368"/>
                  <w:rPr>
                    <w:rStyle w:val="slostrnky"/>
                  </w:rPr>
                </w:pPr>
                <w:r w:rsidRPr="00B8518B">
                  <w:rPr>
                    <w:rStyle w:val="slostrnky"/>
                  </w:rPr>
                  <w:fldChar w:fldCharType="begin"/>
                </w:r>
                <w:r w:rsidRPr="00B8518B">
                  <w:rPr>
                    <w:rStyle w:val="slostrnky"/>
                  </w:rPr>
                  <w:instrText>PAGE   \* MERGEFORMAT</w:instrText>
                </w:r>
                <w:r w:rsidRPr="00B8518B">
                  <w:rPr>
                    <w:rStyle w:val="slostrnky"/>
                  </w:rPr>
                  <w:fldChar w:fldCharType="separate"/>
                </w:r>
                <w:r>
                  <w:rPr>
                    <w:rStyle w:val="slostrnky"/>
                    <w:noProof/>
                  </w:rPr>
                  <w:t>1</w:t>
                </w:r>
                <w:r w:rsidRPr="00B8518B">
                  <w:rPr>
                    <w:rStyle w:val="slostrnky"/>
                  </w:rPr>
                  <w:fldChar w:fldCharType="end"/>
                </w:r>
                <w:r w:rsidRPr="00B8518B">
                  <w:rPr>
                    <w:rStyle w:val="slostrnky"/>
                  </w:rPr>
                  <w:t>/</w:t>
                </w:r>
                <w:r w:rsidRPr="00B8518B">
                  <w:rPr>
                    <w:rStyle w:val="slostrnky"/>
                  </w:rPr>
                  <w:fldChar w:fldCharType="begin"/>
                </w:r>
                <w:r w:rsidRPr="00B8518B">
                  <w:rPr>
                    <w:rStyle w:val="slostrnky"/>
                  </w:rPr>
                  <w:instrText xml:space="preserve"> NUMPAGES   \* MERGEFORMAT </w:instrText>
                </w:r>
                <w:r w:rsidRPr="00B8518B">
                  <w:rPr>
                    <w:rStyle w:val="slostrnky"/>
                  </w:rPr>
                  <w:fldChar w:fldCharType="separate"/>
                </w:r>
                <w:r>
                  <w:rPr>
                    <w:rStyle w:val="slostrnky"/>
                    <w:noProof/>
                  </w:rPr>
                  <w:t>1</w:t>
                </w:r>
                <w:r w:rsidRPr="00B8518B">
                  <w:rPr>
                    <w:rStyle w:val="slostrnky"/>
                  </w:rPr>
                  <w:fldChar w:fldCharType="end"/>
                </w:r>
              </w:p>
            </w:tc>
            <w:tc>
              <w:tcPr>
                <w:tcW w:w="3458" w:type="dxa"/>
                <w:shd w:val="clear" w:color="auto" w:fill="auto"/>
                <w:tcMar>
                  <w:left w:w="0" w:type="dxa"/>
                  <w:right w:w="0" w:type="dxa"/>
                </w:tcMar>
              </w:tcPr>
              <w:p w:rsidR="00CD1EDB" w:rsidRDefault="00CD1EDB" w:rsidP="00AB7508">
                <w:pPr>
                  <w:pStyle w:val="Zpat"/>
                  <w:ind w:left="58"/>
                </w:pPr>
                <w:r>
                  <w:t>Správa železniční dopravní cesty, státní organizace</w:t>
                </w:r>
              </w:p>
              <w:p w:rsidR="00CD1EDB" w:rsidRDefault="00CD1EDB" w:rsidP="00AB7508">
                <w:pPr>
                  <w:pStyle w:val="Zpat"/>
                  <w:ind w:left="58"/>
                </w:pPr>
                <w:r>
                  <w:t>zapsána v obchodním rejstříku vedeném Městským soudem v Praze, spisová značka A 48384</w:t>
                </w:r>
              </w:p>
            </w:tc>
            <w:tc>
              <w:tcPr>
                <w:tcW w:w="2835" w:type="dxa"/>
                <w:shd w:val="clear" w:color="auto" w:fill="auto"/>
                <w:tcMar>
                  <w:left w:w="0" w:type="dxa"/>
                  <w:right w:w="0" w:type="dxa"/>
                </w:tcMar>
              </w:tcPr>
              <w:p w:rsidR="00CD1EDB" w:rsidRDefault="00CD1EDB" w:rsidP="00AB7508">
                <w:pPr>
                  <w:pStyle w:val="Zpat"/>
                  <w:ind w:left="144"/>
                </w:pPr>
                <w:r>
                  <w:t xml:space="preserve">  Sídlo: Dlážděná 1003/7, 110 00 Praha 1</w:t>
                </w:r>
              </w:p>
              <w:p w:rsidR="00CD1EDB" w:rsidRDefault="00CD1EDB" w:rsidP="00AB7508">
                <w:pPr>
                  <w:pStyle w:val="Zpat"/>
                  <w:ind w:left="229"/>
                </w:pPr>
                <w:r>
                  <w:t>IČ: 709 94 234 DIČ: CZ 709 94 234</w:t>
                </w:r>
              </w:p>
              <w:p w:rsidR="00CD1EDB" w:rsidRDefault="00CD1EDB" w:rsidP="00AB7508">
                <w:pPr>
                  <w:pStyle w:val="Zpat"/>
                  <w:ind w:left="229"/>
                </w:pPr>
                <w:r>
                  <w:t>www.szdc.cz</w:t>
                </w:r>
              </w:p>
            </w:tc>
            <w:tc>
              <w:tcPr>
                <w:tcW w:w="2921" w:type="dxa"/>
              </w:tcPr>
              <w:p w:rsidR="00CD1EDB" w:rsidRPr="00537D81" w:rsidRDefault="00CD1EDB" w:rsidP="00AB7508">
                <w:pPr>
                  <w:pStyle w:val="Zpat"/>
                  <w:ind w:left="370"/>
                  <w:rPr>
                    <w:b/>
                  </w:rPr>
                </w:pPr>
                <w:r w:rsidRPr="00537D81">
                  <w:rPr>
                    <w:b/>
                  </w:rPr>
                  <w:t>Oblastní ředitelství Ústí nad Labem</w:t>
                </w:r>
              </w:p>
              <w:p w:rsidR="00CD1EDB" w:rsidRPr="00537D81" w:rsidRDefault="00CD1EDB" w:rsidP="00AB7508">
                <w:pPr>
                  <w:pStyle w:val="Zpat"/>
                  <w:ind w:left="370"/>
                  <w:rPr>
                    <w:b/>
                  </w:rPr>
                </w:pPr>
                <w:r w:rsidRPr="00537D81">
                  <w:rPr>
                    <w:b/>
                  </w:rPr>
                  <w:t>Železničářská 1385/31</w:t>
                </w:r>
              </w:p>
              <w:p w:rsidR="00CD1EDB" w:rsidRDefault="00CD1EDB" w:rsidP="00AB7508">
                <w:pPr>
                  <w:pStyle w:val="Zpat"/>
                  <w:ind w:left="370"/>
                </w:pPr>
                <w:r w:rsidRPr="00537D81">
                  <w:rPr>
                    <w:b/>
                  </w:rPr>
                  <w:t>400 03 Ústí nad Labem</w:t>
                </w:r>
              </w:p>
            </w:tc>
          </w:tr>
        </w:tbl>
        <w:p w:rsidR="00F1715C" w:rsidRDefault="00F1715C" w:rsidP="00460660">
          <w:pPr>
            <w:pStyle w:val="Zpat"/>
          </w:pPr>
          <w:bookmarkStart w:id="0" w:name="_GoBack"/>
          <w:bookmarkEnd w:id="0"/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26082B3B" wp14:editId="226F384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1FCF887D" wp14:editId="77B3E4D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5A38" w:rsidRDefault="007B5A38" w:rsidP="00962258">
      <w:pPr>
        <w:spacing w:after="0" w:line="240" w:lineRule="auto"/>
      </w:pPr>
      <w:r>
        <w:separator/>
      </w:r>
    </w:p>
  </w:footnote>
  <w:footnote w:type="continuationSeparator" w:id="0">
    <w:p w:rsidR="007B5A38" w:rsidRDefault="007B5A3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1EDB" w:rsidRDefault="00CD1EDB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715C" w:rsidRPr="00D6163D" w:rsidRDefault="00F1715C" w:rsidP="00FC6389">
    <w:pPr>
      <w:pStyle w:val="Zhlav"/>
      <w:rPr>
        <w:sz w:val="8"/>
        <w:szCs w:val="8"/>
      </w:rPr>
    </w:pPr>
    <w:r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68480" behindDoc="0" locked="1" layoutInCell="1" allowOverlap="1" wp14:anchorId="040D2763" wp14:editId="07ACBB56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3070800" cy="103320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800" cy="103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EE4"/>
    <w:rsid w:val="00004F3C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92FDB"/>
    <w:rsid w:val="00297F45"/>
    <w:rsid w:val="002C31BF"/>
    <w:rsid w:val="002D08B1"/>
    <w:rsid w:val="002E0CD7"/>
    <w:rsid w:val="003224E8"/>
    <w:rsid w:val="00341DCF"/>
    <w:rsid w:val="003501CA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4475"/>
    <w:rsid w:val="004F4B9B"/>
    <w:rsid w:val="00511AB9"/>
    <w:rsid w:val="00515D7D"/>
    <w:rsid w:val="00523EA7"/>
    <w:rsid w:val="00553375"/>
    <w:rsid w:val="005736B7"/>
    <w:rsid w:val="00575E5A"/>
    <w:rsid w:val="005F1404"/>
    <w:rsid w:val="0061068E"/>
    <w:rsid w:val="00660AD3"/>
    <w:rsid w:val="00676AAD"/>
    <w:rsid w:val="00677B7F"/>
    <w:rsid w:val="006A5570"/>
    <w:rsid w:val="006A689C"/>
    <w:rsid w:val="006B3D79"/>
    <w:rsid w:val="006D7AFE"/>
    <w:rsid w:val="006E0578"/>
    <w:rsid w:val="006E314D"/>
    <w:rsid w:val="00710723"/>
    <w:rsid w:val="00714D6B"/>
    <w:rsid w:val="00723ED1"/>
    <w:rsid w:val="00743525"/>
    <w:rsid w:val="0076286B"/>
    <w:rsid w:val="00766846"/>
    <w:rsid w:val="0077673A"/>
    <w:rsid w:val="007846E1"/>
    <w:rsid w:val="00784EE4"/>
    <w:rsid w:val="007B570C"/>
    <w:rsid w:val="007B5A38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567D5"/>
    <w:rsid w:val="00B75EE1"/>
    <w:rsid w:val="00B77481"/>
    <w:rsid w:val="00B8518B"/>
    <w:rsid w:val="00BD7E91"/>
    <w:rsid w:val="00C02D0A"/>
    <w:rsid w:val="00C03A6E"/>
    <w:rsid w:val="00C44F6A"/>
    <w:rsid w:val="00C47AE3"/>
    <w:rsid w:val="00CD1EDB"/>
    <w:rsid w:val="00CD1FC4"/>
    <w:rsid w:val="00D21061"/>
    <w:rsid w:val="00D4108E"/>
    <w:rsid w:val="00D6163D"/>
    <w:rsid w:val="00D7122A"/>
    <w:rsid w:val="00D831A3"/>
    <w:rsid w:val="00DC75F3"/>
    <w:rsid w:val="00DD46F3"/>
    <w:rsid w:val="00DE56F2"/>
    <w:rsid w:val="00DF116D"/>
    <w:rsid w:val="00E22C1B"/>
    <w:rsid w:val="00E62B04"/>
    <w:rsid w:val="00E70DB4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tousek\Desktop\Vzory\szdc_hlavickovy-papir_v6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C5E7C7-ACBE-43C1-8345-1FBE11C86C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szdc_hlavickovy-papir_v6_SABLONA</Template>
  <TotalTime>1</TotalTime>
  <Pages>1</Pages>
  <Words>357</Words>
  <Characters>2112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2465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Matoušek Ondřej, Ing.</dc:creator>
  <cp:lastModifiedBy>Lepešková Marie, Bc.</cp:lastModifiedBy>
  <cp:revision>3</cp:revision>
  <cp:lastPrinted>2019-05-31T07:38:00Z</cp:lastPrinted>
  <dcterms:created xsi:type="dcterms:W3CDTF">2019-07-24T11:34:00Z</dcterms:created>
  <dcterms:modified xsi:type="dcterms:W3CDTF">2019-07-30T09:09:00Z</dcterms:modified>
</cp:coreProperties>
</file>